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4D70D" w14:textId="7E067BC6" w:rsidR="00910CA2" w:rsidRPr="004D0808" w:rsidRDefault="00910CA2" w:rsidP="003E6F06"/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5070"/>
        <w:gridCol w:w="3284"/>
      </w:tblGrid>
      <w:tr w:rsidR="000E43DF" w:rsidRPr="004D0808" w14:paraId="6A88F06D" w14:textId="77777777" w:rsidTr="00F575AD">
        <w:tc>
          <w:tcPr>
            <w:tcW w:w="8354" w:type="dxa"/>
            <w:gridSpan w:val="2"/>
          </w:tcPr>
          <w:p w14:paraId="543AB044" w14:textId="77777777" w:rsidR="000E43DF" w:rsidRPr="004D0808" w:rsidRDefault="000E43DF" w:rsidP="00A46E3C">
            <w:pPr>
              <w:jc w:val="center"/>
              <w:rPr>
                <w:b/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>Kartografski prilozi (GIS podloge)</w:t>
            </w:r>
          </w:p>
        </w:tc>
      </w:tr>
      <w:tr w:rsidR="000E43DF" w:rsidRPr="004D0808" w14:paraId="35E96CF1" w14:textId="77777777" w:rsidTr="007275AC">
        <w:tc>
          <w:tcPr>
            <w:tcW w:w="5070" w:type="dxa"/>
            <w:vAlign w:val="center"/>
          </w:tcPr>
          <w:p w14:paraId="227C69A1" w14:textId="3106308D" w:rsidR="000E43DF" w:rsidRPr="004D0808" w:rsidRDefault="000E43DF" w:rsidP="00FD79C4">
            <w:pPr>
              <w:rPr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1. </w:t>
            </w:r>
            <w:r w:rsidR="00FD79C4">
              <w:rPr>
                <w:b/>
                <w:sz w:val="24"/>
                <w:szCs w:val="24"/>
              </w:rPr>
              <w:t xml:space="preserve">i </w:t>
            </w:r>
            <w:proofErr w:type="spellStart"/>
            <w:r w:rsidR="00FD79C4">
              <w:rPr>
                <w:b/>
                <w:sz w:val="24"/>
                <w:szCs w:val="24"/>
              </w:rPr>
              <w:t>Pdologa</w:t>
            </w:r>
            <w:proofErr w:type="spellEnd"/>
            <w:r w:rsidR="00FD79C4">
              <w:rPr>
                <w:b/>
                <w:sz w:val="24"/>
                <w:szCs w:val="24"/>
              </w:rPr>
              <w:t xml:space="preserve"> 2: </w:t>
            </w:r>
            <w:r w:rsidRPr="004D0808">
              <w:rPr>
                <w:b/>
                <w:sz w:val="24"/>
                <w:szCs w:val="24"/>
              </w:rPr>
              <w:t xml:space="preserve">Položaji postojećih </w:t>
            </w:r>
            <w:r w:rsidR="00E83EDE" w:rsidRPr="004D0808">
              <w:rPr>
                <w:b/>
                <w:sz w:val="24"/>
                <w:szCs w:val="24"/>
              </w:rPr>
              <w:t xml:space="preserve">i planiranih </w:t>
            </w:r>
            <w:proofErr w:type="spellStart"/>
            <w:r w:rsidRPr="004D0808">
              <w:rPr>
                <w:b/>
                <w:sz w:val="24"/>
                <w:szCs w:val="24"/>
              </w:rPr>
              <w:t>vjetroparkova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i svake </w:t>
            </w:r>
            <w:proofErr w:type="spellStart"/>
            <w:r w:rsidRPr="004D0808">
              <w:rPr>
                <w:b/>
                <w:sz w:val="24"/>
                <w:szCs w:val="24"/>
              </w:rPr>
              <w:t>vjetro</w:t>
            </w:r>
            <w:proofErr w:type="spellEnd"/>
            <w:r w:rsidRPr="004D0808">
              <w:rPr>
                <w:b/>
                <w:sz w:val="24"/>
                <w:szCs w:val="24"/>
              </w:rPr>
              <w:t>-turbine sukladno interaktivnoj karti MINGO (stanje 1.siječnja 2015.)</w:t>
            </w:r>
          </w:p>
        </w:tc>
        <w:tc>
          <w:tcPr>
            <w:tcW w:w="3284" w:type="dxa"/>
            <w:vAlign w:val="center"/>
          </w:tcPr>
          <w:p w14:paraId="19ED0BC6" w14:textId="1838D45C" w:rsidR="000E43DF" w:rsidRPr="004D0808" w:rsidRDefault="000E43DF" w:rsidP="00E83EDE">
            <w:pPr>
              <w:rPr>
                <w:sz w:val="20"/>
                <w:szCs w:val="20"/>
              </w:rPr>
            </w:pPr>
            <w:proofErr w:type="spellStart"/>
            <w:r w:rsidRPr="004D0808">
              <w:rPr>
                <w:sz w:val="20"/>
                <w:szCs w:val="20"/>
              </w:rPr>
              <w:t>Vjetroparkovi</w:t>
            </w:r>
            <w:proofErr w:type="spellEnd"/>
            <w:r w:rsidRPr="004D0808">
              <w:rPr>
                <w:sz w:val="20"/>
                <w:szCs w:val="20"/>
              </w:rPr>
              <w:t>_</w:t>
            </w:r>
            <w:r w:rsidR="00E83EDE" w:rsidRPr="004D0808">
              <w:rPr>
                <w:sz w:val="20"/>
                <w:szCs w:val="20"/>
              </w:rPr>
              <w:t>2015_</w:t>
            </w:r>
            <w:proofErr w:type="spellStart"/>
            <w:r w:rsidR="00E83EDE" w:rsidRPr="004D0808">
              <w:rPr>
                <w:sz w:val="20"/>
                <w:szCs w:val="20"/>
              </w:rPr>
              <w:t>SVE</w:t>
            </w:r>
            <w:r w:rsidRPr="004D0808">
              <w:rPr>
                <w:sz w:val="20"/>
                <w:szCs w:val="20"/>
              </w:rPr>
              <w:t>.shp</w:t>
            </w:r>
            <w:proofErr w:type="spellEnd"/>
          </w:p>
        </w:tc>
      </w:tr>
      <w:tr w:rsidR="000E43DF" w:rsidRPr="004D0808" w14:paraId="17F12EE1" w14:textId="77777777" w:rsidTr="00F575AD">
        <w:tc>
          <w:tcPr>
            <w:tcW w:w="8354" w:type="dxa"/>
            <w:gridSpan w:val="2"/>
            <w:vAlign w:val="center"/>
          </w:tcPr>
          <w:p w14:paraId="4FB96F57" w14:textId="70AB3246" w:rsidR="000E43DF" w:rsidRPr="004D0808" w:rsidRDefault="000E43DF" w:rsidP="00FD79C4">
            <w:pPr>
              <w:rPr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3</w:t>
            </w:r>
            <w:r w:rsidRPr="004D0808">
              <w:rPr>
                <w:b/>
                <w:sz w:val="24"/>
                <w:szCs w:val="24"/>
              </w:rPr>
              <w:t>. Prostorni raspored klasa (značajnosti) staništa medvjeda na kopnenom području RH</w:t>
            </w:r>
          </w:p>
        </w:tc>
      </w:tr>
      <w:tr w:rsidR="000E43DF" w:rsidRPr="004D0808" w14:paraId="2B46B759" w14:textId="77777777" w:rsidTr="007275AC">
        <w:tc>
          <w:tcPr>
            <w:tcW w:w="5070" w:type="dxa"/>
            <w:vAlign w:val="center"/>
          </w:tcPr>
          <w:p w14:paraId="1AA03227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a) Raster u devet klasa</w:t>
            </w:r>
          </w:p>
        </w:tc>
        <w:tc>
          <w:tcPr>
            <w:tcW w:w="3284" w:type="dxa"/>
            <w:vAlign w:val="center"/>
          </w:tcPr>
          <w:p w14:paraId="0EB0AF6E" w14:textId="193D4EF5" w:rsidR="000E43DF" w:rsidRPr="004D0808" w:rsidRDefault="000E43DF" w:rsidP="007275A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</w:t>
            </w:r>
            <w:r w:rsidR="000F5D7B" w:rsidRPr="004D0808">
              <w:rPr>
                <w:sz w:val="20"/>
                <w:szCs w:val="20"/>
              </w:rPr>
              <w:t>_9cls_HT</w:t>
            </w:r>
            <w:r w:rsidR="007275AC" w:rsidRPr="004D0808">
              <w:rPr>
                <w:sz w:val="20"/>
                <w:szCs w:val="20"/>
              </w:rPr>
              <w:t>R</w:t>
            </w:r>
            <w:r w:rsidR="000F5D7B" w:rsidRPr="004D0808">
              <w:rPr>
                <w:sz w:val="20"/>
                <w:szCs w:val="20"/>
              </w:rPr>
              <w:t>S96</w:t>
            </w:r>
            <w:r w:rsidRPr="004D0808">
              <w:rPr>
                <w:sz w:val="20"/>
                <w:szCs w:val="20"/>
              </w:rPr>
              <w:t xml:space="preserve"> (GRID)</w:t>
            </w:r>
          </w:p>
        </w:tc>
      </w:tr>
      <w:tr w:rsidR="000E43DF" w:rsidRPr="004D0808" w14:paraId="10A829C8" w14:textId="77777777" w:rsidTr="007275AC">
        <w:tc>
          <w:tcPr>
            <w:tcW w:w="5070" w:type="dxa"/>
            <w:vAlign w:val="center"/>
          </w:tcPr>
          <w:p w14:paraId="52F4A780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b) Poligoni u devet klasa, jedinstveno za cijelo kopneno područje RH</w:t>
            </w:r>
          </w:p>
        </w:tc>
        <w:tc>
          <w:tcPr>
            <w:tcW w:w="3284" w:type="dxa"/>
            <w:vAlign w:val="center"/>
          </w:tcPr>
          <w:p w14:paraId="0ECAAEFF" w14:textId="057FB089" w:rsidR="000E43DF" w:rsidRPr="004D0808" w:rsidRDefault="000E43DF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m_9cls</w:t>
            </w:r>
            <w:r w:rsidR="004D0808" w:rsidRPr="004D0808">
              <w:rPr>
                <w:sz w:val="20"/>
                <w:szCs w:val="20"/>
              </w:rPr>
              <w:t>_HTRS96_pol</w:t>
            </w:r>
            <w:r w:rsidRPr="004D0808">
              <w:rPr>
                <w:sz w:val="20"/>
                <w:szCs w:val="20"/>
              </w:rPr>
              <w:t>.shp</w:t>
            </w:r>
          </w:p>
        </w:tc>
      </w:tr>
      <w:tr w:rsidR="000E43DF" w:rsidRPr="004D0808" w14:paraId="7FE7EE52" w14:textId="77777777" w:rsidTr="007275AC">
        <w:tc>
          <w:tcPr>
            <w:tcW w:w="5070" w:type="dxa"/>
            <w:vAlign w:val="center"/>
          </w:tcPr>
          <w:p w14:paraId="1E579987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c) Poligoni u devet klasa, u području rasprostranjenosti vrste, podijeljeno po županijama</w:t>
            </w:r>
          </w:p>
        </w:tc>
        <w:tc>
          <w:tcPr>
            <w:tcW w:w="3284" w:type="dxa"/>
            <w:vAlign w:val="center"/>
          </w:tcPr>
          <w:p w14:paraId="21A9888B" w14:textId="2EE0CE0A" w:rsidR="000E43DF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m_9cls_HTRS96</w:t>
            </w:r>
            <w:r w:rsidR="000E43DF" w:rsidRPr="004D0808">
              <w:rPr>
                <w:sz w:val="20"/>
                <w:szCs w:val="20"/>
              </w:rPr>
              <w:t>_zup.shp</w:t>
            </w:r>
          </w:p>
        </w:tc>
      </w:tr>
      <w:tr w:rsidR="000E43DF" w:rsidRPr="004D0808" w14:paraId="36DB8F14" w14:textId="77777777" w:rsidTr="007275AC">
        <w:tc>
          <w:tcPr>
            <w:tcW w:w="5070" w:type="dxa"/>
            <w:vAlign w:val="center"/>
          </w:tcPr>
          <w:p w14:paraId="7FAEB7F8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d) Poligoni u devet klasa, u području rasprostranjenosti vrste, podijeljeno po županijama i granicama ekološke mreže</w:t>
            </w:r>
          </w:p>
        </w:tc>
        <w:tc>
          <w:tcPr>
            <w:tcW w:w="3284" w:type="dxa"/>
            <w:vAlign w:val="center"/>
          </w:tcPr>
          <w:p w14:paraId="6CD4B2C8" w14:textId="3162036A" w:rsidR="000E43DF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m_9cls_HTRS96_zup</w:t>
            </w:r>
            <w:r w:rsidR="000E43DF" w:rsidRPr="004D0808">
              <w:rPr>
                <w:sz w:val="20"/>
                <w:szCs w:val="20"/>
              </w:rPr>
              <w:t>_EM.shp</w:t>
            </w:r>
          </w:p>
        </w:tc>
      </w:tr>
      <w:tr w:rsidR="000E43DF" w:rsidRPr="004D0808" w14:paraId="250D8459" w14:textId="77777777" w:rsidTr="00F575AD">
        <w:tc>
          <w:tcPr>
            <w:tcW w:w="8354" w:type="dxa"/>
            <w:gridSpan w:val="2"/>
            <w:vAlign w:val="center"/>
          </w:tcPr>
          <w:p w14:paraId="200CC5D0" w14:textId="16846FB4" w:rsidR="000E43DF" w:rsidRPr="004D0808" w:rsidRDefault="000E43DF" w:rsidP="00FD79C4">
            <w:pPr>
              <w:rPr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4</w:t>
            </w:r>
            <w:r w:rsidRPr="004D0808">
              <w:rPr>
                <w:b/>
                <w:sz w:val="24"/>
                <w:szCs w:val="24"/>
              </w:rPr>
              <w:t xml:space="preserve">. Prostorni raspored klasa (značajnosti) brložišta medvjeda na kopnenom području RH </w:t>
            </w:r>
          </w:p>
        </w:tc>
      </w:tr>
      <w:tr w:rsidR="000E43DF" w:rsidRPr="004D0808" w14:paraId="5CFF22BE" w14:textId="77777777" w:rsidTr="007275AC">
        <w:tc>
          <w:tcPr>
            <w:tcW w:w="5070" w:type="dxa"/>
            <w:vAlign w:val="center"/>
          </w:tcPr>
          <w:p w14:paraId="129AFE43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a) Raster u devet klasa </w:t>
            </w:r>
          </w:p>
        </w:tc>
        <w:tc>
          <w:tcPr>
            <w:tcW w:w="3284" w:type="dxa"/>
            <w:vAlign w:val="center"/>
          </w:tcPr>
          <w:p w14:paraId="5F18FF18" w14:textId="5CD6C432" w:rsidR="000E43DF" w:rsidRPr="004D0808" w:rsidRDefault="000E43DF" w:rsidP="000F5D7B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mb</w:t>
            </w:r>
            <w:r w:rsidR="000F5D7B" w:rsidRPr="004D0808">
              <w:rPr>
                <w:sz w:val="20"/>
                <w:szCs w:val="20"/>
              </w:rPr>
              <w:t>_9cls_HTRS96</w:t>
            </w:r>
            <w:r w:rsidRPr="004D0808">
              <w:rPr>
                <w:sz w:val="20"/>
                <w:szCs w:val="20"/>
              </w:rPr>
              <w:t xml:space="preserve"> (GRID)</w:t>
            </w:r>
          </w:p>
        </w:tc>
      </w:tr>
      <w:tr w:rsidR="004D0808" w:rsidRPr="004D0808" w14:paraId="2D548315" w14:textId="77777777" w:rsidTr="007275AC">
        <w:tc>
          <w:tcPr>
            <w:tcW w:w="5070" w:type="dxa"/>
            <w:vAlign w:val="center"/>
          </w:tcPr>
          <w:p w14:paraId="42E4C9DC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b) Poligoni u devet klasa, jedinstveno za cijelo kopneno područje RH</w:t>
            </w:r>
          </w:p>
        </w:tc>
        <w:tc>
          <w:tcPr>
            <w:tcW w:w="3284" w:type="dxa"/>
            <w:vAlign w:val="center"/>
          </w:tcPr>
          <w:p w14:paraId="5E20D9E8" w14:textId="3C035D13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mb_9cls_HTRS96_pol.shp</w:t>
            </w:r>
          </w:p>
        </w:tc>
      </w:tr>
      <w:tr w:rsidR="004D0808" w:rsidRPr="004D0808" w14:paraId="47CF6E65" w14:textId="77777777" w:rsidTr="007275AC">
        <w:tc>
          <w:tcPr>
            <w:tcW w:w="5070" w:type="dxa"/>
            <w:vAlign w:val="center"/>
          </w:tcPr>
          <w:p w14:paraId="1E358264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Poligoni u devet klasa, u području rasprostranjenosti vrste, podijeljeno po županijama </w:t>
            </w:r>
          </w:p>
        </w:tc>
        <w:tc>
          <w:tcPr>
            <w:tcW w:w="3284" w:type="dxa"/>
            <w:vAlign w:val="center"/>
          </w:tcPr>
          <w:p w14:paraId="05D7EDEE" w14:textId="68168315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mb_9cls_HTRS96_zup.shp</w:t>
            </w:r>
          </w:p>
        </w:tc>
      </w:tr>
      <w:tr w:rsidR="004D0808" w:rsidRPr="004D0808" w14:paraId="21FA5740" w14:textId="77777777" w:rsidTr="007275AC">
        <w:tc>
          <w:tcPr>
            <w:tcW w:w="5070" w:type="dxa"/>
            <w:vAlign w:val="center"/>
          </w:tcPr>
          <w:p w14:paraId="7BCAF599" w14:textId="27AC7510" w:rsidR="004D0808" w:rsidRPr="004D0808" w:rsidRDefault="004D0808" w:rsidP="00FD79C4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d) Poligoni u devet klasa, u području rasprostranjenosti vrste, podijeljeno po županijama i granicama ekološke mreže </w:t>
            </w:r>
          </w:p>
        </w:tc>
        <w:tc>
          <w:tcPr>
            <w:tcW w:w="3284" w:type="dxa"/>
            <w:vAlign w:val="center"/>
          </w:tcPr>
          <w:p w14:paraId="343CF7C7" w14:textId="42AFAD06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mb_9cls_HTRS96_zup_EM.shp</w:t>
            </w:r>
          </w:p>
        </w:tc>
      </w:tr>
      <w:tr w:rsidR="000E43DF" w:rsidRPr="004D0808" w14:paraId="2BA1EFC0" w14:textId="77777777" w:rsidTr="00F575AD">
        <w:tc>
          <w:tcPr>
            <w:tcW w:w="8354" w:type="dxa"/>
            <w:gridSpan w:val="2"/>
            <w:vAlign w:val="center"/>
          </w:tcPr>
          <w:p w14:paraId="1BF1F071" w14:textId="2307A290" w:rsidR="000E43DF" w:rsidRPr="004D0808" w:rsidRDefault="000E43DF" w:rsidP="00FD79C4">
            <w:pPr>
              <w:rPr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5</w:t>
            </w:r>
            <w:r w:rsidRPr="004D0808">
              <w:rPr>
                <w:b/>
                <w:sz w:val="24"/>
                <w:szCs w:val="24"/>
              </w:rPr>
              <w:t xml:space="preserve">. Prostorni raspored klasa (značajnosti) staništa vuka na kopnenom području RH </w:t>
            </w:r>
          </w:p>
        </w:tc>
      </w:tr>
      <w:tr w:rsidR="000E43DF" w:rsidRPr="004D0808" w14:paraId="7C56FF63" w14:textId="77777777" w:rsidTr="007275AC">
        <w:tc>
          <w:tcPr>
            <w:tcW w:w="5070" w:type="dxa"/>
            <w:vAlign w:val="center"/>
          </w:tcPr>
          <w:p w14:paraId="7E776446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a) Raster u devet klasa </w:t>
            </w:r>
          </w:p>
        </w:tc>
        <w:tc>
          <w:tcPr>
            <w:tcW w:w="3284" w:type="dxa"/>
            <w:vAlign w:val="center"/>
          </w:tcPr>
          <w:p w14:paraId="454ED53B" w14:textId="3631942C" w:rsidR="000E43DF" w:rsidRPr="004D0808" w:rsidRDefault="000E43DF" w:rsidP="000F5D7B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v</w:t>
            </w:r>
            <w:r w:rsidR="000F5D7B" w:rsidRPr="004D0808">
              <w:rPr>
                <w:sz w:val="20"/>
                <w:szCs w:val="20"/>
              </w:rPr>
              <w:t>_9cls_HTRS96</w:t>
            </w:r>
            <w:r w:rsidRPr="004D0808">
              <w:rPr>
                <w:sz w:val="20"/>
                <w:szCs w:val="20"/>
              </w:rPr>
              <w:t xml:space="preserve"> (GRID)</w:t>
            </w:r>
          </w:p>
        </w:tc>
      </w:tr>
      <w:tr w:rsidR="004D0808" w:rsidRPr="004D0808" w14:paraId="62C0139C" w14:textId="77777777" w:rsidTr="007275AC">
        <w:tc>
          <w:tcPr>
            <w:tcW w:w="5070" w:type="dxa"/>
            <w:vAlign w:val="center"/>
          </w:tcPr>
          <w:p w14:paraId="309079B1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Poligoni u devet klasa, jedinstveno za cijelo kopneno područje RH </w:t>
            </w:r>
          </w:p>
        </w:tc>
        <w:tc>
          <w:tcPr>
            <w:tcW w:w="3284" w:type="dxa"/>
            <w:vAlign w:val="center"/>
          </w:tcPr>
          <w:p w14:paraId="3199578A" w14:textId="7C89BB8E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v_9cls_HTRS96_pol.shp</w:t>
            </w:r>
          </w:p>
        </w:tc>
      </w:tr>
      <w:tr w:rsidR="004D0808" w:rsidRPr="004D0808" w14:paraId="3A5F38E6" w14:textId="77777777" w:rsidTr="007275AC">
        <w:tc>
          <w:tcPr>
            <w:tcW w:w="5070" w:type="dxa"/>
            <w:vAlign w:val="center"/>
          </w:tcPr>
          <w:p w14:paraId="7DBD36A3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c) Poligoni u devet klasa, u području rasprostranjenosti vrste, podijeljeno po županijama</w:t>
            </w:r>
          </w:p>
        </w:tc>
        <w:tc>
          <w:tcPr>
            <w:tcW w:w="3284" w:type="dxa"/>
            <w:vAlign w:val="center"/>
          </w:tcPr>
          <w:p w14:paraId="5EE60BCA" w14:textId="07C3877F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v_9cls_HTRS96_zup.shp</w:t>
            </w:r>
          </w:p>
        </w:tc>
      </w:tr>
      <w:tr w:rsidR="004D0808" w:rsidRPr="004D0808" w14:paraId="74BFE2F8" w14:textId="77777777" w:rsidTr="007275AC">
        <w:tc>
          <w:tcPr>
            <w:tcW w:w="5070" w:type="dxa"/>
            <w:vAlign w:val="center"/>
          </w:tcPr>
          <w:p w14:paraId="72169456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d) Poligoni u devet klasa, u području rasprostranjenosti vrste, podijeljeno po županijama i granicama ekološke mreže</w:t>
            </w:r>
          </w:p>
        </w:tc>
        <w:tc>
          <w:tcPr>
            <w:tcW w:w="3284" w:type="dxa"/>
            <w:vAlign w:val="center"/>
          </w:tcPr>
          <w:p w14:paraId="67459DB4" w14:textId="5A0D0AA4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v_9cls_HTRS96_zup_EM.shp</w:t>
            </w:r>
          </w:p>
        </w:tc>
      </w:tr>
      <w:tr w:rsidR="000E43DF" w:rsidRPr="004D0808" w14:paraId="61D6405B" w14:textId="77777777" w:rsidTr="00F575AD">
        <w:tc>
          <w:tcPr>
            <w:tcW w:w="8354" w:type="dxa"/>
            <w:gridSpan w:val="2"/>
            <w:vAlign w:val="center"/>
          </w:tcPr>
          <w:p w14:paraId="00734978" w14:textId="0F3F8E5E" w:rsidR="000E43DF" w:rsidRPr="004D0808" w:rsidRDefault="004D0808" w:rsidP="00FD79C4">
            <w:pPr>
              <w:rPr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6</w:t>
            </w:r>
            <w:r w:rsidRPr="004D0808">
              <w:rPr>
                <w:b/>
                <w:sz w:val="24"/>
                <w:szCs w:val="24"/>
              </w:rPr>
              <w:t>.</w:t>
            </w:r>
            <w:r w:rsidR="000E43DF" w:rsidRPr="004D0808">
              <w:rPr>
                <w:b/>
                <w:sz w:val="24"/>
                <w:szCs w:val="24"/>
              </w:rPr>
              <w:t xml:space="preserve"> Prostorni raspored klasa (značajnosti) staništa risa na kopnenom području RH</w:t>
            </w:r>
          </w:p>
        </w:tc>
      </w:tr>
      <w:tr w:rsidR="000E43DF" w:rsidRPr="004D0808" w14:paraId="797B7D91" w14:textId="77777777" w:rsidTr="007275AC">
        <w:tc>
          <w:tcPr>
            <w:tcW w:w="5070" w:type="dxa"/>
            <w:vAlign w:val="center"/>
          </w:tcPr>
          <w:p w14:paraId="736FD300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 a) Raster u devet klasa </w:t>
            </w:r>
          </w:p>
        </w:tc>
        <w:tc>
          <w:tcPr>
            <w:tcW w:w="3284" w:type="dxa"/>
            <w:vAlign w:val="center"/>
          </w:tcPr>
          <w:p w14:paraId="23FE9A8B" w14:textId="270E25F1" w:rsidR="000E43DF" w:rsidRPr="004D0808" w:rsidRDefault="000F5D7B" w:rsidP="00A46E3C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r_9cls_HTRS96</w:t>
            </w:r>
            <w:r w:rsidR="000E43DF" w:rsidRPr="004D0808">
              <w:rPr>
                <w:sz w:val="20"/>
                <w:szCs w:val="20"/>
              </w:rPr>
              <w:t xml:space="preserve"> (GRID)</w:t>
            </w:r>
          </w:p>
        </w:tc>
      </w:tr>
      <w:tr w:rsidR="004D0808" w:rsidRPr="004D0808" w14:paraId="7F70EEEF" w14:textId="77777777" w:rsidTr="007275AC">
        <w:tc>
          <w:tcPr>
            <w:tcW w:w="5070" w:type="dxa"/>
            <w:vAlign w:val="center"/>
          </w:tcPr>
          <w:p w14:paraId="118D10ED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Poligoni u devet klasa, jedinstveno za cijelo kopneno područje RH </w:t>
            </w:r>
          </w:p>
        </w:tc>
        <w:tc>
          <w:tcPr>
            <w:tcW w:w="3284" w:type="dxa"/>
            <w:vAlign w:val="center"/>
          </w:tcPr>
          <w:p w14:paraId="6BCF0147" w14:textId="6F7119D4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r_9cls_HTRS96_pol.shp</w:t>
            </w:r>
          </w:p>
        </w:tc>
      </w:tr>
      <w:tr w:rsidR="004D0808" w:rsidRPr="004D0808" w14:paraId="240EAB5E" w14:textId="77777777" w:rsidTr="007275AC">
        <w:tc>
          <w:tcPr>
            <w:tcW w:w="5070" w:type="dxa"/>
            <w:vAlign w:val="center"/>
          </w:tcPr>
          <w:p w14:paraId="2A8B47A1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Poligoni u devet klasa, u području rasprostranjenosti vrste, podijeljeno po županijama </w:t>
            </w:r>
          </w:p>
        </w:tc>
        <w:tc>
          <w:tcPr>
            <w:tcW w:w="3284" w:type="dxa"/>
            <w:vAlign w:val="center"/>
          </w:tcPr>
          <w:p w14:paraId="3C47A841" w14:textId="44A1F60F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r_9cls_HTRS96_zup.shp</w:t>
            </w:r>
          </w:p>
        </w:tc>
      </w:tr>
      <w:tr w:rsidR="004D0808" w:rsidRPr="004D0808" w14:paraId="600AC91B" w14:textId="77777777" w:rsidTr="007275AC">
        <w:tc>
          <w:tcPr>
            <w:tcW w:w="5070" w:type="dxa"/>
            <w:vAlign w:val="center"/>
          </w:tcPr>
          <w:p w14:paraId="61D1023F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d) Poligoni u devet klasa, u području rasprostranjenosti vrste, podijeljeno po županijama i granicama ekološke mreže</w:t>
            </w:r>
          </w:p>
        </w:tc>
        <w:tc>
          <w:tcPr>
            <w:tcW w:w="3284" w:type="dxa"/>
            <w:vAlign w:val="center"/>
          </w:tcPr>
          <w:p w14:paraId="2A502792" w14:textId="2BC1D2B0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r_9cls_HTRS96_zup_EM.shp</w:t>
            </w:r>
          </w:p>
        </w:tc>
      </w:tr>
      <w:tr w:rsidR="000E43DF" w:rsidRPr="004D0808" w14:paraId="485A5185" w14:textId="77777777" w:rsidTr="00F575AD">
        <w:tc>
          <w:tcPr>
            <w:tcW w:w="8354" w:type="dxa"/>
            <w:gridSpan w:val="2"/>
            <w:vAlign w:val="center"/>
          </w:tcPr>
          <w:p w14:paraId="18D1EC13" w14:textId="45F93D35" w:rsidR="000E43DF" w:rsidRPr="004D0808" w:rsidRDefault="004D0808" w:rsidP="00FD79C4">
            <w:pPr>
              <w:rPr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7</w:t>
            </w:r>
            <w:r w:rsidRPr="004D08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E43DF" w:rsidRPr="004D0808">
              <w:rPr>
                <w:b/>
                <w:sz w:val="24"/>
                <w:szCs w:val="24"/>
              </w:rPr>
              <w:t>Prostorni raspored kumulativnih klasa (značajnosti) staništa velikih zvijeri na kopnenom području RH</w:t>
            </w:r>
          </w:p>
        </w:tc>
      </w:tr>
      <w:tr w:rsidR="000E43DF" w:rsidRPr="004D0808" w14:paraId="0ECDA63C" w14:textId="77777777" w:rsidTr="007275AC">
        <w:tc>
          <w:tcPr>
            <w:tcW w:w="5070" w:type="dxa"/>
            <w:vAlign w:val="center"/>
          </w:tcPr>
          <w:p w14:paraId="4BF63322" w14:textId="77777777" w:rsidR="000E43DF" w:rsidRPr="004D0808" w:rsidRDefault="000E43DF" w:rsidP="00A46E3C">
            <w:pPr>
              <w:rPr>
                <w:sz w:val="20"/>
                <w:szCs w:val="20"/>
              </w:rPr>
            </w:pPr>
            <w:bookmarkStart w:id="0" w:name="_GoBack" w:colFirst="1" w:colLast="1"/>
            <w:r w:rsidRPr="004D0808">
              <w:rPr>
                <w:sz w:val="20"/>
                <w:szCs w:val="20"/>
              </w:rPr>
              <w:t>a) Raster u devet klasa</w:t>
            </w:r>
          </w:p>
        </w:tc>
        <w:tc>
          <w:tcPr>
            <w:tcW w:w="3284" w:type="dxa"/>
            <w:vAlign w:val="center"/>
          </w:tcPr>
          <w:p w14:paraId="3F1474B2" w14:textId="72D6E5B8" w:rsidR="000E43DF" w:rsidRPr="004D0808" w:rsidRDefault="000F5D7B" w:rsidP="000F5D7B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lc_9cls_HTRS96 </w:t>
            </w:r>
            <w:r w:rsidR="000E43DF" w:rsidRPr="004D0808">
              <w:rPr>
                <w:sz w:val="20"/>
                <w:szCs w:val="20"/>
              </w:rPr>
              <w:t>(GRID)</w:t>
            </w:r>
          </w:p>
        </w:tc>
      </w:tr>
      <w:tr w:rsidR="004D0808" w:rsidRPr="004D0808" w14:paraId="25BB7C91" w14:textId="77777777" w:rsidTr="007275AC">
        <w:tc>
          <w:tcPr>
            <w:tcW w:w="5070" w:type="dxa"/>
            <w:vAlign w:val="center"/>
          </w:tcPr>
          <w:p w14:paraId="026F0FE9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b) Poligoni u devet klasa, jedinstveno za cijelo kopneno područje RH</w:t>
            </w:r>
          </w:p>
        </w:tc>
        <w:tc>
          <w:tcPr>
            <w:tcW w:w="3284" w:type="dxa"/>
            <w:vAlign w:val="center"/>
          </w:tcPr>
          <w:p w14:paraId="79C21563" w14:textId="5B2B591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lc_9cls_HTRS96_pol.shp</w:t>
            </w:r>
          </w:p>
        </w:tc>
      </w:tr>
      <w:tr w:rsidR="004D0808" w:rsidRPr="004D0808" w14:paraId="7048B278" w14:textId="77777777" w:rsidTr="007275AC">
        <w:tc>
          <w:tcPr>
            <w:tcW w:w="5070" w:type="dxa"/>
            <w:vAlign w:val="center"/>
          </w:tcPr>
          <w:p w14:paraId="24A68BFD" w14:textId="77777777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Poligoni u devet klasa, u području rasprostranjenosti </w:t>
            </w:r>
            <w:r w:rsidRPr="004D0808">
              <w:rPr>
                <w:sz w:val="20"/>
                <w:szCs w:val="20"/>
              </w:rPr>
              <w:lastRenderedPageBreak/>
              <w:t>vrste, podijeljeno po županijama</w:t>
            </w:r>
          </w:p>
        </w:tc>
        <w:tc>
          <w:tcPr>
            <w:tcW w:w="3284" w:type="dxa"/>
            <w:vAlign w:val="center"/>
          </w:tcPr>
          <w:p w14:paraId="24551D10" w14:textId="5BE58038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lastRenderedPageBreak/>
              <w:t>lc_9cls_HTRS96_zup.shp</w:t>
            </w:r>
          </w:p>
        </w:tc>
      </w:tr>
      <w:tr w:rsidR="004D0808" w:rsidRPr="004D0808" w14:paraId="5451C097" w14:textId="77777777" w:rsidTr="002A7E28">
        <w:tc>
          <w:tcPr>
            <w:tcW w:w="5070" w:type="dxa"/>
          </w:tcPr>
          <w:p w14:paraId="07531591" w14:textId="0A2E5B76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lastRenderedPageBreak/>
              <w:t>d) Poligoni u devet klasa, u području rasprostranjenosti sve tri velike zvijeri, podijeljeno po županijama i granicama ekološke mreže</w:t>
            </w:r>
          </w:p>
        </w:tc>
        <w:tc>
          <w:tcPr>
            <w:tcW w:w="3284" w:type="dxa"/>
            <w:vAlign w:val="center"/>
          </w:tcPr>
          <w:p w14:paraId="196F0CFB" w14:textId="2F468788" w:rsidR="004D0808" w:rsidRPr="004D0808" w:rsidRDefault="004D0808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lc_9cls_HTRS96_zup_EM.shp</w:t>
            </w:r>
          </w:p>
        </w:tc>
      </w:tr>
      <w:bookmarkEnd w:id="0"/>
      <w:tr w:rsidR="00042DA3" w:rsidRPr="004D0808" w14:paraId="49C9A296" w14:textId="77777777" w:rsidTr="007275AC">
        <w:tc>
          <w:tcPr>
            <w:tcW w:w="5070" w:type="dxa"/>
            <w:vAlign w:val="center"/>
          </w:tcPr>
          <w:p w14:paraId="2FF3A69F" w14:textId="7FA7B54C" w:rsidR="00042DA3" w:rsidRPr="004D0808" w:rsidRDefault="00042DA3" w:rsidP="00FD79C4">
            <w:pPr>
              <w:rPr>
                <w:b/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8</w:t>
            </w:r>
            <w:r w:rsidRPr="004D0808">
              <w:rPr>
                <w:b/>
                <w:sz w:val="24"/>
                <w:szCs w:val="24"/>
              </w:rPr>
              <w:t>. Položaji objekata na autocestama koji služe kao prijelazi za velike zvijeri</w:t>
            </w:r>
          </w:p>
        </w:tc>
        <w:tc>
          <w:tcPr>
            <w:tcW w:w="3284" w:type="dxa"/>
            <w:vAlign w:val="center"/>
          </w:tcPr>
          <w:p w14:paraId="314BF382" w14:textId="3744DEFB" w:rsidR="00042DA3" w:rsidRPr="004D0808" w:rsidRDefault="00042DA3" w:rsidP="004D0808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Objekti</w:t>
            </w:r>
            <w:r w:rsidR="004D0808">
              <w:rPr>
                <w:sz w:val="20"/>
                <w:szCs w:val="20"/>
              </w:rPr>
              <w:t>_</w:t>
            </w:r>
            <w:r w:rsidRPr="004D0808">
              <w:rPr>
                <w:sz w:val="20"/>
                <w:szCs w:val="20"/>
              </w:rPr>
              <w:t>na_</w:t>
            </w:r>
            <w:proofErr w:type="spellStart"/>
            <w:r w:rsidRPr="004D0808">
              <w:rPr>
                <w:sz w:val="20"/>
                <w:szCs w:val="20"/>
              </w:rPr>
              <w:t>autocestama.shp</w:t>
            </w:r>
            <w:proofErr w:type="spellEnd"/>
          </w:p>
        </w:tc>
      </w:tr>
      <w:tr w:rsidR="00042DA3" w:rsidRPr="004D0808" w14:paraId="55FCD192" w14:textId="77777777" w:rsidTr="007275AC">
        <w:tc>
          <w:tcPr>
            <w:tcW w:w="5070" w:type="dxa"/>
            <w:vAlign w:val="center"/>
          </w:tcPr>
          <w:p w14:paraId="576F1E98" w14:textId="28E2877B" w:rsidR="00042DA3" w:rsidRPr="004D0808" w:rsidRDefault="00042DA3" w:rsidP="00FD79C4">
            <w:pPr>
              <w:rPr>
                <w:b/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 xml:space="preserve">Podloga </w:t>
            </w:r>
            <w:r w:rsidR="00FD79C4">
              <w:rPr>
                <w:b/>
                <w:sz w:val="24"/>
                <w:szCs w:val="24"/>
              </w:rPr>
              <w:t>9</w:t>
            </w:r>
            <w:r w:rsidRPr="004D0808">
              <w:rPr>
                <w:b/>
                <w:sz w:val="24"/>
                <w:szCs w:val="24"/>
              </w:rPr>
              <w:t>. Karta rasprostranjenosti vuka u RH</w:t>
            </w:r>
          </w:p>
        </w:tc>
        <w:tc>
          <w:tcPr>
            <w:tcW w:w="3284" w:type="dxa"/>
            <w:vAlign w:val="center"/>
          </w:tcPr>
          <w:p w14:paraId="5CF59FB5" w14:textId="77777777" w:rsidR="00042DA3" w:rsidRPr="004D0808" w:rsidRDefault="00042DA3" w:rsidP="00042DA3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Vuk_</w:t>
            </w:r>
            <w:proofErr w:type="spellStart"/>
            <w:r w:rsidRPr="004D0808">
              <w:rPr>
                <w:sz w:val="20"/>
                <w:szCs w:val="20"/>
              </w:rPr>
              <w:t>rasprostranjenost.shp</w:t>
            </w:r>
            <w:proofErr w:type="spellEnd"/>
          </w:p>
        </w:tc>
      </w:tr>
      <w:tr w:rsidR="00042DA3" w:rsidRPr="004D0808" w14:paraId="24336358" w14:textId="77777777" w:rsidTr="007275AC">
        <w:tc>
          <w:tcPr>
            <w:tcW w:w="5070" w:type="dxa"/>
            <w:vAlign w:val="center"/>
          </w:tcPr>
          <w:p w14:paraId="5F00C0AE" w14:textId="2ABDACF7" w:rsidR="00042DA3" w:rsidRPr="004D0808" w:rsidRDefault="00042DA3" w:rsidP="00FD79C4">
            <w:pPr>
              <w:rPr>
                <w:b/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>Podloga</w:t>
            </w:r>
            <w:r w:rsidR="00FD79C4">
              <w:rPr>
                <w:b/>
                <w:sz w:val="24"/>
                <w:szCs w:val="24"/>
              </w:rPr>
              <w:t>10</w:t>
            </w:r>
            <w:r w:rsidRPr="004D0808">
              <w:rPr>
                <w:b/>
                <w:sz w:val="24"/>
                <w:szCs w:val="24"/>
              </w:rPr>
              <w:t xml:space="preserve">. Karta rasprostranjenosti risa u RH </w:t>
            </w:r>
          </w:p>
        </w:tc>
        <w:tc>
          <w:tcPr>
            <w:tcW w:w="3284" w:type="dxa"/>
            <w:vAlign w:val="center"/>
          </w:tcPr>
          <w:p w14:paraId="3AECA99B" w14:textId="77777777" w:rsidR="00042DA3" w:rsidRPr="004D0808" w:rsidRDefault="00042DA3" w:rsidP="00042DA3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Ris_</w:t>
            </w:r>
            <w:proofErr w:type="spellStart"/>
            <w:r w:rsidRPr="004D0808">
              <w:rPr>
                <w:sz w:val="20"/>
                <w:szCs w:val="20"/>
              </w:rPr>
              <w:t>rasprostranjenost.shp</w:t>
            </w:r>
            <w:proofErr w:type="spellEnd"/>
          </w:p>
        </w:tc>
      </w:tr>
      <w:tr w:rsidR="00042DA3" w:rsidRPr="004D0808" w14:paraId="24671E57" w14:textId="77777777" w:rsidTr="007275AC">
        <w:tc>
          <w:tcPr>
            <w:tcW w:w="5070" w:type="dxa"/>
            <w:vAlign w:val="center"/>
          </w:tcPr>
          <w:p w14:paraId="6276FE1C" w14:textId="4C0A7DD3" w:rsidR="00042DA3" w:rsidRPr="004D0808" w:rsidRDefault="00042DA3" w:rsidP="00FD79C4">
            <w:pPr>
              <w:rPr>
                <w:b/>
                <w:sz w:val="24"/>
                <w:szCs w:val="24"/>
              </w:rPr>
            </w:pPr>
            <w:r w:rsidRPr="004D0808">
              <w:rPr>
                <w:b/>
                <w:sz w:val="24"/>
                <w:szCs w:val="24"/>
              </w:rPr>
              <w:t>Podloga 1</w:t>
            </w:r>
            <w:r w:rsidR="00FD79C4">
              <w:rPr>
                <w:b/>
                <w:sz w:val="24"/>
                <w:szCs w:val="24"/>
              </w:rPr>
              <w:t>1</w:t>
            </w:r>
            <w:r w:rsidRPr="004D0808">
              <w:rPr>
                <w:b/>
                <w:sz w:val="24"/>
                <w:szCs w:val="24"/>
              </w:rPr>
              <w:t>. Karta rasprostranjenosti medvjeda u RH</w:t>
            </w:r>
          </w:p>
        </w:tc>
        <w:tc>
          <w:tcPr>
            <w:tcW w:w="3284" w:type="dxa"/>
            <w:vAlign w:val="center"/>
          </w:tcPr>
          <w:p w14:paraId="09FF5B88" w14:textId="77777777" w:rsidR="00042DA3" w:rsidRPr="004D0808" w:rsidRDefault="00042DA3" w:rsidP="00042DA3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Medvjed_</w:t>
            </w:r>
            <w:proofErr w:type="spellStart"/>
            <w:r w:rsidRPr="004D0808">
              <w:rPr>
                <w:sz w:val="20"/>
                <w:szCs w:val="20"/>
              </w:rPr>
              <w:t>rasprostranjenost.shp</w:t>
            </w:r>
            <w:proofErr w:type="spellEnd"/>
          </w:p>
        </w:tc>
      </w:tr>
    </w:tbl>
    <w:p w14:paraId="2303B058" w14:textId="77777777" w:rsidR="000E43DF" w:rsidRPr="004D0808" w:rsidRDefault="000E43DF" w:rsidP="003E6F06"/>
    <w:p w14:paraId="5F90F769" w14:textId="77777777" w:rsidR="000E43DF" w:rsidRPr="004D0808" w:rsidRDefault="000E43DF" w:rsidP="003E6F06"/>
    <w:p w14:paraId="57705002" w14:textId="77777777" w:rsidR="00910CA2" w:rsidRPr="004D0808" w:rsidRDefault="00910CA2">
      <w:r w:rsidRPr="004D0808">
        <w:br w:type="page"/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5619"/>
        <w:gridCol w:w="2961"/>
      </w:tblGrid>
      <w:tr w:rsidR="00910CA2" w:rsidRPr="004D0808" w14:paraId="273ECE28" w14:textId="77777777" w:rsidTr="00777152">
        <w:tc>
          <w:tcPr>
            <w:tcW w:w="8580" w:type="dxa"/>
            <w:gridSpan w:val="2"/>
          </w:tcPr>
          <w:p w14:paraId="0ABA46E7" w14:textId="77777777" w:rsidR="00910CA2" w:rsidRPr="004D0808" w:rsidRDefault="00777152" w:rsidP="0077715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lastRenderedPageBreak/>
              <w:t>Cartographic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annexes</w:t>
            </w:r>
            <w:proofErr w:type="spellEnd"/>
            <w:r w:rsidR="00910CA2" w:rsidRPr="004D0808">
              <w:rPr>
                <w:b/>
                <w:sz w:val="24"/>
                <w:szCs w:val="24"/>
              </w:rPr>
              <w:t xml:space="preserve"> (GIS </w:t>
            </w:r>
            <w:proofErr w:type="spellStart"/>
            <w:r w:rsidRPr="004D0808">
              <w:rPr>
                <w:b/>
                <w:sz w:val="24"/>
                <w:szCs w:val="24"/>
              </w:rPr>
              <w:t>layers</w:t>
            </w:r>
            <w:proofErr w:type="spellEnd"/>
            <w:r w:rsidR="00910CA2" w:rsidRPr="004D0808">
              <w:rPr>
                <w:b/>
                <w:sz w:val="24"/>
                <w:szCs w:val="24"/>
              </w:rPr>
              <w:t>)</w:t>
            </w:r>
          </w:p>
        </w:tc>
      </w:tr>
      <w:tr w:rsidR="00FD79C4" w:rsidRPr="004D0808" w14:paraId="25E69885" w14:textId="77777777" w:rsidTr="00FD79C4">
        <w:trPr>
          <w:trHeight w:val="879"/>
        </w:trPr>
        <w:tc>
          <w:tcPr>
            <w:tcW w:w="5619" w:type="dxa"/>
            <w:vAlign w:val="center"/>
          </w:tcPr>
          <w:p w14:paraId="2F779DE3" w14:textId="2809CB12" w:rsidR="00FD79C4" w:rsidRPr="004D0808" w:rsidRDefault="00FD79C4" w:rsidP="00FD79C4">
            <w:pPr>
              <w:rPr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 xml:space="preserve">an </w:t>
            </w:r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2: </w:t>
            </w:r>
            <w:proofErr w:type="spellStart"/>
            <w:r w:rsidRPr="004D0808">
              <w:rPr>
                <w:b/>
                <w:sz w:val="24"/>
                <w:szCs w:val="24"/>
              </w:rPr>
              <w:t>Positions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existing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planned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wind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farms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accordance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with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the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interactive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map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ME (as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January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1, 2015)</w:t>
            </w:r>
          </w:p>
        </w:tc>
        <w:tc>
          <w:tcPr>
            <w:tcW w:w="2961" w:type="dxa"/>
            <w:vAlign w:val="center"/>
          </w:tcPr>
          <w:p w14:paraId="1AF0E0A3" w14:textId="1CFD3581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FD79C4">
              <w:rPr>
                <w:sz w:val="20"/>
                <w:szCs w:val="20"/>
              </w:rPr>
              <w:t>Vjetroparkovi</w:t>
            </w:r>
            <w:proofErr w:type="spellEnd"/>
            <w:r w:rsidRPr="00FD79C4">
              <w:rPr>
                <w:sz w:val="20"/>
                <w:szCs w:val="20"/>
              </w:rPr>
              <w:t>_2015_</w:t>
            </w:r>
            <w:proofErr w:type="spellStart"/>
            <w:r w:rsidRPr="00FD79C4">
              <w:rPr>
                <w:sz w:val="20"/>
                <w:szCs w:val="20"/>
              </w:rPr>
              <w:t>SVE.shp</w:t>
            </w:r>
            <w:proofErr w:type="spellEnd"/>
          </w:p>
        </w:tc>
      </w:tr>
      <w:tr w:rsidR="00910CA2" w:rsidRPr="004D0808" w14:paraId="1298311F" w14:textId="77777777" w:rsidTr="00777152">
        <w:tc>
          <w:tcPr>
            <w:tcW w:w="8580" w:type="dxa"/>
            <w:gridSpan w:val="2"/>
            <w:vAlign w:val="center"/>
          </w:tcPr>
          <w:p w14:paraId="11B61D8C" w14:textId="77777777" w:rsidR="00910CA2" w:rsidRPr="004D0808" w:rsidRDefault="00777152" w:rsidP="00777152">
            <w:pPr>
              <w:rPr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3: </w:t>
            </w:r>
            <w:proofErr w:type="spellStart"/>
            <w:r w:rsidRPr="004D0808">
              <w:rPr>
                <w:b/>
                <w:sz w:val="24"/>
                <w:szCs w:val="24"/>
              </w:rPr>
              <w:t>Spatial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distribution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class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D0808">
              <w:rPr>
                <w:b/>
                <w:sz w:val="24"/>
                <w:szCs w:val="24"/>
              </w:rPr>
              <w:t>significance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) for </w:t>
            </w:r>
            <w:proofErr w:type="spellStart"/>
            <w:r w:rsidRPr="004D0808">
              <w:rPr>
                <w:b/>
                <w:sz w:val="24"/>
                <w:szCs w:val="24"/>
              </w:rPr>
              <w:t>bear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habitats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57330" w:rsidRPr="004D0808">
              <w:rPr>
                <w:b/>
                <w:sz w:val="24"/>
                <w:szCs w:val="24"/>
              </w:rPr>
              <w:t>the</w:t>
            </w:r>
            <w:proofErr w:type="spellEnd"/>
            <w:r w:rsidR="00B57330"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land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area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 Croatia</w:t>
            </w:r>
          </w:p>
        </w:tc>
      </w:tr>
      <w:tr w:rsidR="00FD79C4" w:rsidRPr="004D0808" w14:paraId="30857F9A" w14:textId="77777777" w:rsidTr="00FD79C4">
        <w:tc>
          <w:tcPr>
            <w:tcW w:w="5619" w:type="dxa"/>
            <w:vAlign w:val="center"/>
          </w:tcPr>
          <w:p w14:paraId="73A11AA5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a) Grid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2961" w:type="dxa"/>
          </w:tcPr>
          <w:p w14:paraId="0688287A" w14:textId="0B42D4AF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346B10">
              <w:t>mb</w:t>
            </w:r>
            <w:proofErr w:type="spellEnd"/>
            <w:r w:rsidRPr="00346B10">
              <w:t>_9cls_HTRS96 (GRID)</w:t>
            </w:r>
          </w:p>
        </w:tc>
      </w:tr>
      <w:tr w:rsidR="00FD79C4" w:rsidRPr="004D0808" w14:paraId="1032A33C" w14:textId="77777777" w:rsidTr="00FD79C4">
        <w:tc>
          <w:tcPr>
            <w:tcW w:w="5619" w:type="dxa"/>
            <w:vAlign w:val="center"/>
          </w:tcPr>
          <w:p w14:paraId="0C7D0207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for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land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area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Croatia</w:t>
            </w:r>
          </w:p>
        </w:tc>
        <w:tc>
          <w:tcPr>
            <w:tcW w:w="2961" w:type="dxa"/>
          </w:tcPr>
          <w:p w14:paraId="32C37A2B" w14:textId="1951D1EA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346B10">
              <w:t>mb</w:t>
            </w:r>
            <w:proofErr w:type="spellEnd"/>
            <w:r w:rsidRPr="00346B10">
              <w:t>_9cls_HTRS96_</w:t>
            </w:r>
            <w:proofErr w:type="spellStart"/>
            <w:r w:rsidRPr="00346B10">
              <w:t>pol.shp</w:t>
            </w:r>
            <w:proofErr w:type="spellEnd"/>
          </w:p>
        </w:tc>
      </w:tr>
      <w:tr w:rsidR="00FD79C4" w:rsidRPr="004D0808" w14:paraId="00649E86" w14:textId="77777777" w:rsidTr="00FD79C4">
        <w:tc>
          <w:tcPr>
            <w:tcW w:w="5619" w:type="dxa"/>
            <w:vAlign w:val="center"/>
          </w:tcPr>
          <w:p w14:paraId="01ACDF96" w14:textId="77777777" w:rsidR="00FD79C4" w:rsidRPr="004D0808" w:rsidRDefault="00FD79C4" w:rsidP="00B57330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</w:p>
        </w:tc>
        <w:tc>
          <w:tcPr>
            <w:tcW w:w="2961" w:type="dxa"/>
          </w:tcPr>
          <w:p w14:paraId="600A261A" w14:textId="4C82D80B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346B10">
              <w:t>mb</w:t>
            </w:r>
            <w:proofErr w:type="spellEnd"/>
            <w:r w:rsidRPr="00346B10">
              <w:t>_9cls_HTRS96_</w:t>
            </w:r>
            <w:proofErr w:type="spellStart"/>
            <w:r w:rsidRPr="00346B10">
              <w:t>zup.shp</w:t>
            </w:r>
            <w:proofErr w:type="spellEnd"/>
          </w:p>
        </w:tc>
      </w:tr>
      <w:tr w:rsidR="00FD79C4" w:rsidRPr="004D0808" w14:paraId="7AB11F7B" w14:textId="77777777" w:rsidTr="00FD79C4">
        <w:tc>
          <w:tcPr>
            <w:tcW w:w="5619" w:type="dxa"/>
            <w:vAlign w:val="center"/>
          </w:tcPr>
          <w:p w14:paraId="2F223473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d)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boundaries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ecological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network</w:t>
            </w:r>
            <w:proofErr w:type="spellEnd"/>
          </w:p>
        </w:tc>
        <w:tc>
          <w:tcPr>
            <w:tcW w:w="2961" w:type="dxa"/>
          </w:tcPr>
          <w:p w14:paraId="4E42FB57" w14:textId="6A7E9E69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346B10">
              <w:t>mb</w:t>
            </w:r>
            <w:proofErr w:type="spellEnd"/>
            <w:r w:rsidRPr="00346B10">
              <w:t>_9cls_HTRS96_</w:t>
            </w:r>
            <w:proofErr w:type="spellStart"/>
            <w:r w:rsidRPr="00346B10">
              <w:t>zup</w:t>
            </w:r>
            <w:proofErr w:type="spellEnd"/>
            <w:r w:rsidRPr="00346B10">
              <w:t>_</w:t>
            </w:r>
            <w:proofErr w:type="spellStart"/>
            <w:r w:rsidRPr="00346B10">
              <w:t>EM.shp</w:t>
            </w:r>
            <w:proofErr w:type="spellEnd"/>
          </w:p>
        </w:tc>
      </w:tr>
      <w:tr w:rsidR="00910CA2" w:rsidRPr="004D0808" w14:paraId="56642B5B" w14:textId="77777777" w:rsidTr="00777152">
        <w:tc>
          <w:tcPr>
            <w:tcW w:w="8580" w:type="dxa"/>
            <w:gridSpan w:val="2"/>
            <w:vAlign w:val="center"/>
          </w:tcPr>
          <w:p w14:paraId="78119A95" w14:textId="77777777" w:rsidR="00910CA2" w:rsidRPr="004D0808" w:rsidRDefault="00777152" w:rsidP="00777152">
            <w:pPr>
              <w:rPr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4: </w:t>
            </w:r>
            <w:proofErr w:type="spellStart"/>
            <w:r w:rsidRPr="004D0808">
              <w:rPr>
                <w:b/>
                <w:sz w:val="24"/>
                <w:szCs w:val="24"/>
              </w:rPr>
              <w:t>Spatial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distribution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class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D0808">
              <w:rPr>
                <w:b/>
                <w:sz w:val="24"/>
                <w:szCs w:val="24"/>
              </w:rPr>
              <w:t>significance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) for </w:t>
            </w:r>
            <w:proofErr w:type="spellStart"/>
            <w:r w:rsidRPr="004D0808">
              <w:rPr>
                <w:b/>
                <w:sz w:val="24"/>
                <w:szCs w:val="24"/>
              </w:rPr>
              <w:t>bear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dens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57330" w:rsidRPr="004D0808">
              <w:rPr>
                <w:b/>
                <w:sz w:val="24"/>
                <w:szCs w:val="24"/>
              </w:rPr>
              <w:t>the</w:t>
            </w:r>
            <w:proofErr w:type="spellEnd"/>
            <w:r w:rsidR="00B57330"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land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area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 Croatia</w:t>
            </w:r>
          </w:p>
        </w:tc>
      </w:tr>
      <w:tr w:rsidR="00FD79C4" w:rsidRPr="004D0808" w14:paraId="1C19A428" w14:textId="77777777" w:rsidTr="00FD79C4">
        <w:tc>
          <w:tcPr>
            <w:tcW w:w="5619" w:type="dxa"/>
            <w:vAlign w:val="center"/>
          </w:tcPr>
          <w:p w14:paraId="5BE02B2E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a) Grid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2961" w:type="dxa"/>
          </w:tcPr>
          <w:p w14:paraId="41E57DD8" w14:textId="358B65C2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1B1768">
              <w:t>mb</w:t>
            </w:r>
            <w:proofErr w:type="spellEnd"/>
            <w:r w:rsidRPr="001B1768">
              <w:t>_9cls_HTRS96 (GRID)</w:t>
            </w:r>
          </w:p>
        </w:tc>
      </w:tr>
      <w:tr w:rsidR="00FD79C4" w:rsidRPr="004D0808" w14:paraId="0E2401DA" w14:textId="77777777" w:rsidTr="00FD79C4">
        <w:tc>
          <w:tcPr>
            <w:tcW w:w="5619" w:type="dxa"/>
            <w:vAlign w:val="center"/>
          </w:tcPr>
          <w:p w14:paraId="1EBB6076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for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land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area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Croatia</w:t>
            </w:r>
          </w:p>
        </w:tc>
        <w:tc>
          <w:tcPr>
            <w:tcW w:w="2961" w:type="dxa"/>
          </w:tcPr>
          <w:p w14:paraId="15703EC0" w14:textId="000BCD5D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1B1768">
              <w:t>mb</w:t>
            </w:r>
            <w:proofErr w:type="spellEnd"/>
            <w:r w:rsidRPr="001B1768">
              <w:t>_9cls_HTRS96_</w:t>
            </w:r>
            <w:proofErr w:type="spellStart"/>
            <w:r w:rsidRPr="001B1768">
              <w:t>pol.shp</w:t>
            </w:r>
            <w:proofErr w:type="spellEnd"/>
          </w:p>
        </w:tc>
      </w:tr>
      <w:tr w:rsidR="00FD79C4" w:rsidRPr="004D0808" w14:paraId="44837ED4" w14:textId="77777777" w:rsidTr="00FD79C4">
        <w:tc>
          <w:tcPr>
            <w:tcW w:w="5619" w:type="dxa"/>
            <w:vAlign w:val="center"/>
          </w:tcPr>
          <w:p w14:paraId="1667C138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</w:p>
        </w:tc>
        <w:tc>
          <w:tcPr>
            <w:tcW w:w="2961" w:type="dxa"/>
          </w:tcPr>
          <w:p w14:paraId="256C3D97" w14:textId="18A49E43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1B1768">
              <w:t>mb</w:t>
            </w:r>
            <w:proofErr w:type="spellEnd"/>
            <w:r w:rsidRPr="001B1768">
              <w:t>_9cls_HTRS96_</w:t>
            </w:r>
            <w:proofErr w:type="spellStart"/>
            <w:r w:rsidRPr="001B1768">
              <w:t>zup.shp</w:t>
            </w:r>
            <w:proofErr w:type="spellEnd"/>
          </w:p>
        </w:tc>
      </w:tr>
      <w:tr w:rsidR="00FD79C4" w:rsidRPr="004D0808" w14:paraId="71AE5A50" w14:textId="77777777" w:rsidTr="00FD79C4">
        <w:tc>
          <w:tcPr>
            <w:tcW w:w="5619" w:type="dxa"/>
            <w:vAlign w:val="center"/>
          </w:tcPr>
          <w:p w14:paraId="03A574F8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d)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boundaries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ecological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network</w:t>
            </w:r>
            <w:proofErr w:type="spellEnd"/>
          </w:p>
        </w:tc>
        <w:tc>
          <w:tcPr>
            <w:tcW w:w="2961" w:type="dxa"/>
          </w:tcPr>
          <w:p w14:paraId="7D84FB6C" w14:textId="155A6680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1B1768">
              <w:t>mb</w:t>
            </w:r>
            <w:proofErr w:type="spellEnd"/>
            <w:r w:rsidRPr="001B1768">
              <w:t>_9cls_HTRS96_</w:t>
            </w:r>
            <w:proofErr w:type="spellStart"/>
            <w:r w:rsidRPr="001B1768">
              <w:t>zup</w:t>
            </w:r>
            <w:proofErr w:type="spellEnd"/>
            <w:r w:rsidRPr="001B1768">
              <w:t>_</w:t>
            </w:r>
            <w:proofErr w:type="spellStart"/>
            <w:r w:rsidRPr="001B1768">
              <w:t>EM.shp</w:t>
            </w:r>
            <w:proofErr w:type="spellEnd"/>
          </w:p>
        </w:tc>
      </w:tr>
      <w:tr w:rsidR="00910CA2" w:rsidRPr="004D0808" w14:paraId="47E4A2E6" w14:textId="77777777" w:rsidTr="00777152">
        <w:tc>
          <w:tcPr>
            <w:tcW w:w="8580" w:type="dxa"/>
            <w:gridSpan w:val="2"/>
            <w:vAlign w:val="center"/>
          </w:tcPr>
          <w:p w14:paraId="48CBA779" w14:textId="77777777" w:rsidR="00910CA2" w:rsidRPr="004D0808" w:rsidRDefault="00B57330" w:rsidP="00B57330">
            <w:pPr>
              <w:rPr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5: </w:t>
            </w:r>
            <w:proofErr w:type="spellStart"/>
            <w:r w:rsidRPr="004D0808">
              <w:rPr>
                <w:b/>
                <w:sz w:val="24"/>
                <w:szCs w:val="24"/>
              </w:rPr>
              <w:t>Spatial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distribution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class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D0808">
              <w:rPr>
                <w:b/>
                <w:sz w:val="24"/>
                <w:szCs w:val="24"/>
              </w:rPr>
              <w:t>significance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) for </w:t>
            </w:r>
            <w:proofErr w:type="spellStart"/>
            <w:r w:rsidRPr="004D0808">
              <w:rPr>
                <w:b/>
                <w:sz w:val="24"/>
                <w:szCs w:val="24"/>
              </w:rPr>
              <w:t>wolf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habitat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the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land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area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 Croatia</w:t>
            </w:r>
          </w:p>
        </w:tc>
      </w:tr>
      <w:tr w:rsidR="00FD79C4" w:rsidRPr="004D0808" w14:paraId="3E97930B" w14:textId="77777777" w:rsidTr="00CE4FDB">
        <w:tc>
          <w:tcPr>
            <w:tcW w:w="5619" w:type="dxa"/>
            <w:vAlign w:val="center"/>
          </w:tcPr>
          <w:p w14:paraId="294A3882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a) Grid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2961" w:type="dxa"/>
          </w:tcPr>
          <w:p w14:paraId="1F669CBC" w14:textId="34F7B377" w:rsidR="00FD79C4" w:rsidRPr="004D0808" w:rsidRDefault="00FD79C4" w:rsidP="00777152">
            <w:pPr>
              <w:rPr>
                <w:sz w:val="20"/>
                <w:szCs w:val="20"/>
              </w:rPr>
            </w:pPr>
            <w:r w:rsidRPr="00966CC3">
              <w:t>v_9cls_HTRS96 (GRID)</w:t>
            </w:r>
          </w:p>
        </w:tc>
      </w:tr>
      <w:tr w:rsidR="00FD79C4" w:rsidRPr="004D0808" w14:paraId="30720A23" w14:textId="77777777" w:rsidTr="00CE4FDB">
        <w:tc>
          <w:tcPr>
            <w:tcW w:w="5619" w:type="dxa"/>
            <w:vAlign w:val="center"/>
          </w:tcPr>
          <w:p w14:paraId="57F0D00E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for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land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area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Croatia</w:t>
            </w:r>
          </w:p>
        </w:tc>
        <w:tc>
          <w:tcPr>
            <w:tcW w:w="2961" w:type="dxa"/>
          </w:tcPr>
          <w:p w14:paraId="4C6A98BB" w14:textId="03BDDA24" w:rsidR="00FD79C4" w:rsidRPr="004D0808" w:rsidRDefault="00FD79C4" w:rsidP="00777152">
            <w:pPr>
              <w:rPr>
                <w:sz w:val="20"/>
                <w:szCs w:val="20"/>
              </w:rPr>
            </w:pPr>
            <w:r w:rsidRPr="00966CC3">
              <w:t>v_9cls_HTRS96_</w:t>
            </w:r>
            <w:proofErr w:type="spellStart"/>
            <w:r w:rsidRPr="00966CC3">
              <w:t>pol.shp</w:t>
            </w:r>
            <w:proofErr w:type="spellEnd"/>
          </w:p>
        </w:tc>
      </w:tr>
      <w:tr w:rsidR="00FD79C4" w:rsidRPr="004D0808" w14:paraId="72EB5D90" w14:textId="77777777" w:rsidTr="00CE4FDB">
        <w:tc>
          <w:tcPr>
            <w:tcW w:w="5619" w:type="dxa"/>
            <w:vAlign w:val="center"/>
          </w:tcPr>
          <w:p w14:paraId="21FBB024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</w:p>
        </w:tc>
        <w:tc>
          <w:tcPr>
            <w:tcW w:w="2961" w:type="dxa"/>
          </w:tcPr>
          <w:p w14:paraId="4FA11D3C" w14:textId="5F7AE470" w:rsidR="00FD79C4" w:rsidRPr="004D0808" w:rsidRDefault="00FD79C4" w:rsidP="00777152">
            <w:pPr>
              <w:rPr>
                <w:sz w:val="20"/>
                <w:szCs w:val="20"/>
              </w:rPr>
            </w:pPr>
            <w:r w:rsidRPr="00966CC3">
              <w:t>v_9cls_HTRS96_</w:t>
            </w:r>
            <w:proofErr w:type="spellStart"/>
            <w:r w:rsidRPr="00966CC3">
              <w:t>zup.shp</w:t>
            </w:r>
            <w:proofErr w:type="spellEnd"/>
          </w:p>
        </w:tc>
      </w:tr>
      <w:tr w:rsidR="00FD79C4" w:rsidRPr="004D0808" w14:paraId="3B687E57" w14:textId="77777777" w:rsidTr="00CE4FDB">
        <w:tc>
          <w:tcPr>
            <w:tcW w:w="5619" w:type="dxa"/>
            <w:vAlign w:val="center"/>
          </w:tcPr>
          <w:p w14:paraId="4A714430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d)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boundaries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ecological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network</w:t>
            </w:r>
            <w:proofErr w:type="spellEnd"/>
          </w:p>
        </w:tc>
        <w:tc>
          <w:tcPr>
            <w:tcW w:w="2961" w:type="dxa"/>
          </w:tcPr>
          <w:p w14:paraId="7651CE69" w14:textId="2C4B61FB" w:rsidR="00FD79C4" w:rsidRPr="004D0808" w:rsidRDefault="00FD79C4" w:rsidP="00777152">
            <w:pPr>
              <w:rPr>
                <w:sz w:val="20"/>
                <w:szCs w:val="20"/>
              </w:rPr>
            </w:pPr>
            <w:r w:rsidRPr="00966CC3">
              <w:t>v_9cls_HTRS96_</w:t>
            </w:r>
            <w:proofErr w:type="spellStart"/>
            <w:r w:rsidRPr="00966CC3">
              <w:t>zup</w:t>
            </w:r>
            <w:proofErr w:type="spellEnd"/>
            <w:r w:rsidRPr="00966CC3">
              <w:t>_</w:t>
            </w:r>
            <w:proofErr w:type="spellStart"/>
            <w:r w:rsidRPr="00966CC3">
              <w:t>EM.shp</w:t>
            </w:r>
            <w:proofErr w:type="spellEnd"/>
          </w:p>
        </w:tc>
      </w:tr>
      <w:tr w:rsidR="00910CA2" w:rsidRPr="004D0808" w14:paraId="18F1B8F3" w14:textId="77777777" w:rsidTr="00777152">
        <w:tc>
          <w:tcPr>
            <w:tcW w:w="8580" w:type="dxa"/>
            <w:gridSpan w:val="2"/>
            <w:vAlign w:val="center"/>
          </w:tcPr>
          <w:p w14:paraId="32C3B489" w14:textId="77777777" w:rsidR="00910CA2" w:rsidRPr="004D0808" w:rsidRDefault="00B57330" w:rsidP="00B57330">
            <w:pPr>
              <w:rPr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6: </w:t>
            </w:r>
            <w:proofErr w:type="spellStart"/>
            <w:r w:rsidRPr="004D0808">
              <w:rPr>
                <w:b/>
                <w:sz w:val="24"/>
                <w:szCs w:val="24"/>
              </w:rPr>
              <w:t>Spatial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distribution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class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D0808">
              <w:rPr>
                <w:b/>
                <w:sz w:val="24"/>
                <w:szCs w:val="24"/>
              </w:rPr>
              <w:t>significance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) for </w:t>
            </w:r>
            <w:proofErr w:type="spellStart"/>
            <w:r w:rsidRPr="004D0808">
              <w:rPr>
                <w:b/>
                <w:sz w:val="24"/>
                <w:szCs w:val="24"/>
              </w:rPr>
              <w:t>lynx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habitat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the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land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area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 Croatia</w:t>
            </w:r>
          </w:p>
        </w:tc>
      </w:tr>
      <w:tr w:rsidR="00FD79C4" w:rsidRPr="004D0808" w14:paraId="377B0561" w14:textId="77777777" w:rsidTr="0070058C">
        <w:tc>
          <w:tcPr>
            <w:tcW w:w="5619" w:type="dxa"/>
            <w:vAlign w:val="center"/>
          </w:tcPr>
          <w:p w14:paraId="0C50F934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 a) Grid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2961" w:type="dxa"/>
          </w:tcPr>
          <w:p w14:paraId="1974F8D7" w14:textId="338CC406" w:rsidR="00FD79C4" w:rsidRPr="004D0808" w:rsidRDefault="00FD79C4" w:rsidP="00777152">
            <w:pPr>
              <w:rPr>
                <w:sz w:val="20"/>
                <w:szCs w:val="20"/>
              </w:rPr>
            </w:pPr>
            <w:r w:rsidRPr="00205337">
              <w:t>r_9cls_HTRS96 (GRID)</w:t>
            </w:r>
          </w:p>
        </w:tc>
      </w:tr>
      <w:tr w:rsidR="00FD79C4" w:rsidRPr="004D0808" w14:paraId="45573A60" w14:textId="77777777" w:rsidTr="0070058C">
        <w:tc>
          <w:tcPr>
            <w:tcW w:w="5619" w:type="dxa"/>
            <w:vAlign w:val="center"/>
          </w:tcPr>
          <w:p w14:paraId="058A39B3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for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land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area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Croatia</w:t>
            </w:r>
          </w:p>
        </w:tc>
        <w:tc>
          <w:tcPr>
            <w:tcW w:w="2961" w:type="dxa"/>
          </w:tcPr>
          <w:p w14:paraId="22D44B3D" w14:textId="19A9CDCE" w:rsidR="00FD79C4" w:rsidRPr="004D0808" w:rsidRDefault="00FD79C4" w:rsidP="00777152">
            <w:pPr>
              <w:rPr>
                <w:sz w:val="20"/>
                <w:szCs w:val="20"/>
              </w:rPr>
            </w:pPr>
            <w:r w:rsidRPr="00205337">
              <w:t>r_9cls_HTRS96_</w:t>
            </w:r>
            <w:proofErr w:type="spellStart"/>
            <w:r w:rsidRPr="00205337">
              <w:t>pol.shp</w:t>
            </w:r>
            <w:proofErr w:type="spellEnd"/>
          </w:p>
        </w:tc>
      </w:tr>
      <w:tr w:rsidR="00FD79C4" w:rsidRPr="004D0808" w14:paraId="2C1A7581" w14:textId="77777777" w:rsidTr="0070058C">
        <w:tc>
          <w:tcPr>
            <w:tcW w:w="5619" w:type="dxa"/>
            <w:vAlign w:val="center"/>
          </w:tcPr>
          <w:p w14:paraId="3E675F33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</w:p>
        </w:tc>
        <w:tc>
          <w:tcPr>
            <w:tcW w:w="2961" w:type="dxa"/>
          </w:tcPr>
          <w:p w14:paraId="1EBBF7B4" w14:textId="68520193" w:rsidR="00FD79C4" w:rsidRPr="004D0808" w:rsidRDefault="00FD79C4" w:rsidP="00777152">
            <w:pPr>
              <w:rPr>
                <w:sz w:val="20"/>
                <w:szCs w:val="20"/>
              </w:rPr>
            </w:pPr>
            <w:r w:rsidRPr="00205337">
              <w:t>r_9cls_HTRS96_</w:t>
            </w:r>
            <w:proofErr w:type="spellStart"/>
            <w:r w:rsidRPr="00205337">
              <w:t>zup.shp</w:t>
            </w:r>
            <w:proofErr w:type="spellEnd"/>
          </w:p>
        </w:tc>
      </w:tr>
      <w:tr w:rsidR="00FD79C4" w:rsidRPr="004D0808" w14:paraId="3011B7D7" w14:textId="77777777" w:rsidTr="0070058C">
        <w:tc>
          <w:tcPr>
            <w:tcW w:w="5619" w:type="dxa"/>
            <w:vAlign w:val="center"/>
          </w:tcPr>
          <w:p w14:paraId="0E1AA9C9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d)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boundaries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ecological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network</w:t>
            </w:r>
            <w:proofErr w:type="spellEnd"/>
          </w:p>
        </w:tc>
        <w:tc>
          <w:tcPr>
            <w:tcW w:w="2961" w:type="dxa"/>
          </w:tcPr>
          <w:p w14:paraId="2FF04848" w14:textId="5B666739" w:rsidR="00FD79C4" w:rsidRPr="004D0808" w:rsidRDefault="00FD79C4" w:rsidP="00777152">
            <w:pPr>
              <w:rPr>
                <w:sz w:val="20"/>
                <w:szCs w:val="20"/>
              </w:rPr>
            </w:pPr>
            <w:r w:rsidRPr="00205337">
              <w:t>r_9cls_HTRS96_</w:t>
            </w:r>
            <w:proofErr w:type="spellStart"/>
            <w:r w:rsidRPr="00205337">
              <w:t>zup</w:t>
            </w:r>
            <w:proofErr w:type="spellEnd"/>
            <w:r w:rsidRPr="00205337">
              <w:t>_</w:t>
            </w:r>
            <w:proofErr w:type="spellStart"/>
            <w:r w:rsidRPr="00205337">
              <w:t>EM.shp</w:t>
            </w:r>
            <w:proofErr w:type="spellEnd"/>
          </w:p>
        </w:tc>
      </w:tr>
      <w:tr w:rsidR="00910CA2" w:rsidRPr="004D0808" w14:paraId="05ACB681" w14:textId="77777777" w:rsidTr="00777152">
        <w:tc>
          <w:tcPr>
            <w:tcW w:w="8580" w:type="dxa"/>
            <w:gridSpan w:val="2"/>
            <w:vAlign w:val="center"/>
          </w:tcPr>
          <w:p w14:paraId="32C68A19" w14:textId="77777777" w:rsidR="00910CA2" w:rsidRPr="004D0808" w:rsidRDefault="00B57330" w:rsidP="00B57330">
            <w:pPr>
              <w:rPr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7: </w:t>
            </w:r>
            <w:proofErr w:type="spellStart"/>
            <w:r w:rsidRPr="004D0808">
              <w:rPr>
                <w:b/>
                <w:sz w:val="24"/>
                <w:szCs w:val="24"/>
              </w:rPr>
              <w:t>Spatial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distribution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class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D0808">
              <w:rPr>
                <w:b/>
                <w:sz w:val="24"/>
                <w:szCs w:val="24"/>
              </w:rPr>
              <w:t>significance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) for </w:t>
            </w:r>
            <w:proofErr w:type="spellStart"/>
            <w:r w:rsidRPr="004D0808">
              <w:rPr>
                <w:b/>
                <w:sz w:val="24"/>
                <w:szCs w:val="24"/>
              </w:rPr>
              <w:t>large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carnivore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habitat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the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land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area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 Croatia</w:t>
            </w:r>
          </w:p>
        </w:tc>
      </w:tr>
      <w:tr w:rsidR="00FD79C4" w:rsidRPr="004D0808" w14:paraId="4282C63F" w14:textId="77777777" w:rsidTr="00772EDB">
        <w:tc>
          <w:tcPr>
            <w:tcW w:w="5619" w:type="dxa"/>
            <w:vAlign w:val="center"/>
          </w:tcPr>
          <w:p w14:paraId="4DE22909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a) Grid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2961" w:type="dxa"/>
          </w:tcPr>
          <w:p w14:paraId="784D249E" w14:textId="5E37B7A5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097ACD">
              <w:t>lc</w:t>
            </w:r>
            <w:proofErr w:type="spellEnd"/>
            <w:r w:rsidRPr="00097ACD">
              <w:t>_9cls_HTRS96 (GRID)</w:t>
            </w:r>
          </w:p>
        </w:tc>
      </w:tr>
      <w:tr w:rsidR="00FD79C4" w:rsidRPr="004D0808" w14:paraId="4EAB2A12" w14:textId="77777777" w:rsidTr="00772EDB">
        <w:tc>
          <w:tcPr>
            <w:tcW w:w="5619" w:type="dxa"/>
            <w:vAlign w:val="center"/>
          </w:tcPr>
          <w:p w14:paraId="2DFC3AAD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b)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for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land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area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Croatia</w:t>
            </w:r>
          </w:p>
        </w:tc>
        <w:tc>
          <w:tcPr>
            <w:tcW w:w="2961" w:type="dxa"/>
          </w:tcPr>
          <w:p w14:paraId="4063C5E1" w14:textId="3206AE9D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097ACD">
              <w:t>lc</w:t>
            </w:r>
            <w:proofErr w:type="spellEnd"/>
            <w:r w:rsidRPr="00097ACD">
              <w:t>_9cls_HTRS96_</w:t>
            </w:r>
            <w:proofErr w:type="spellStart"/>
            <w:r w:rsidRPr="00097ACD">
              <w:t>pol.shp</w:t>
            </w:r>
            <w:proofErr w:type="spellEnd"/>
          </w:p>
        </w:tc>
      </w:tr>
      <w:tr w:rsidR="00FD79C4" w:rsidRPr="004D0808" w14:paraId="4C53DCC4" w14:textId="77777777" w:rsidTr="00772EDB">
        <w:tc>
          <w:tcPr>
            <w:tcW w:w="5619" w:type="dxa"/>
            <w:vAlign w:val="center"/>
          </w:tcPr>
          <w:p w14:paraId="1779CC82" w14:textId="77777777" w:rsidR="00FD79C4" w:rsidRPr="004D0808" w:rsidRDefault="00FD79C4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 xml:space="preserve">c)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polygons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nine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classes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within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range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of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the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species</w:t>
            </w:r>
            <w:proofErr w:type="spellEnd"/>
            <w:r w:rsidRPr="004D0808">
              <w:rPr>
                <w:sz w:val="20"/>
                <w:szCs w:val="20"/>
              </w:rPr>
              <w:t xml:space="preserve">, </w:t>
            </w:r>
            <w:proofErr w:type="spellStart"/>
            <w:r w:rsidRPr="004D0808">
              <w:rPr>
                <w:sz w:val="20"/>
                <w:szCs w:val="20"/>
              </w:rPr>
              <w:t>divided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by</w:t>
            </w:r>
            <w:proofErr w:type="spellEnd"/>
            <w:r w:rsidRPr="004D0808">
              <w:rPr>
                <w:sz w:val="20"/>
                <w:szCs w:val="20"/>
              </w:rPr>
              <w:t xml:space="preserve"> </w:t>
            </w:r>
            <w:proofErr w:type="spellStart"/>
            <w:r w:rsidRPr="004D0808">
              <w:rPr>
                <w:sz w:val="20"/>
                <w:szCs w:val="20"/>
              </w:rPr>
              <w:t>counties</w:t>
            </w:r>
            <w:proofErr w:type="spellEnd"/>
          </w:p>
        </w:tc>
        <w:tc>
          <w:tcPr>
            <w:tcW w:w="2961" w:type="dxa"/>
          </w:tcPr>
          <w:p w14:paraId="36A75425" w14:textId="6129B149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097ACD">
              <w:t>lc</w:t>
            </w:r>
            <w:proofErr w:type="spellEnd"/>
            <w:r w:rsidRPr="00097ACD">
              <w:t>_9cls_HTRS96_</w:t>
            </w:r>
            <w:proofErr w:type="spellStart"/>
            <w:r w:rsidRPr="00097ACD">
              <w:t>zup.shp</w:t>
            </w:r>
            <w:proofErr w:type="spellEnd"/>
          </w:p>
        </w:tc>
      </w:tr>
      <w:tr w:rsidR="00FD79C4" w:rsidRPr="004D0808" w14:paraId="33E53B08" w14:textId="77777777" w:rsidTr="00772EDB">
        <w:tc>
          <w:tcPr>
            <w:tcW w:w="5619" w:type="dxa"/>
            <w:vAlign w:val="center"/>
          </w:tcPr>
          <w:p w14:paraId="3054B195" w14:textId="5FD86F4C" w:rsidR="00FD79C4" w:rsidRPr="004D0808" w:rsidRDefault="00FD79C4" w:rsidP="0077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proofErr w:type="spellStart"/>
            <w:r w:rsidRPr="00FD79C4">
              <w:rPr>
                <w:sz w:val="20"/>
                <w:szCs w:val="20"/>
              </w:rPr>
              <w:t>The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polygons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in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nine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classes</w:t>
            </w:r>
            <w:proofErr w:type="spellEnd"/>
            <w:r w:rsidRPr="00FD79C4">
              <w:rPr>
                <w:sz w:val="20"/>
                <w:szCs w:val="20"/>
              </w:rPr>
              <w:t xml:space="preserve">, </w:t>
            </w:r>
            <w:proofErr w:type="spellStart"/>
            <w:r w:rsidRPr="00FD79C4">
              <w:rPr>
                <w:sz w:val="20"/>
                <w:szCs w:val="20"/>
              </w:rPr>
              <w:t>within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the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range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of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the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species</w:t>
            </w:r>
            <w:proofErr w:type="spellEnd"/>
            <w:r w:rsidRPr="00FD79C4">
              <w:rPr>
                <w:sz w:val="20"/>
                <w:szCs w:val="20"/>
              </w:rPr>
              <w:t xml:space="preserve">, </w:t>
            </w:r>
            <w:proofErr w:type="spellStart"/>
            <w:r w:rsidRPr="00FD79C4">
              <w:rPr>
                <w:sz w:val="20"/>
                <w:szCs w:val="20"/>
              </w:rPr>
              <w:t>divided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by</w:t>
            </w:r>
            <w:proofErr w:type="spellEnd"/>
            <w:r w:rsidRPr="00FD79C4">
              <w:rPr>
                <w:sz w:val="20"/>
                <w:szCs w:val="20"/>
              </w:rPr>
              <w:t xml:space="preserve"> </w:t>
            </w:r>
            <w:proofErr w:type="spellStart"/>
            <w:r w:rsidRPr="00FD79C4">
              <w:rPr>
                <w:sz w:val="20"/>
                <w:szCs w:val="20"/>
              </w:rPr>
              <w:t>counties</w:t>
            </w:r>
            <w:proofErr w:type="spellEnd"/>
          </w:p>
        </w:tc>
        <w:tc>
          <w:tcPr>
            <w:tcW w:w="2961" w:type="dxa"/>
          </w:tcPr>
          <w:p w14:paraId="3C2D60BE" w14:textId="17831989" w:rsidR="00FD79C4" w:rsidRPr="004D0808" w:rsidRDefault="00FD79C4" w:rsidP="00777152">
            <w:pPr>
              <w:rPr>
                <w:sz w:val="20"/>
                <w:szCs w:val="20"/>
              </w:rPr>
            </w:pPr>
            <w:proofErr w:type="spellStart"/>
            <w:r w:rsidRPr="00097ACD">
              <w:t>lc</w:t>
            </w:r>
            <w:proofErr w:type="spellEnd"/>
            <w:r w:rsidRPr="00097ACD">
              <w:t>_9cls_HTRS96_</w:t>
            </w:r>
            <w:proofErr w:type="spellStart"/>
            <w:r w:rsidRPr="00097ACD">
              <w:t>zup</w:t>
            </w:r>
            <w:proofErr w:type="spellEnd"/>
            <w:r w:rsidRPr="00097ACD">
              <w:t>_</w:t>
            </w:r>
            <w:proofErr w:type="spellStart"/>
            <w:r w:rsidRPr="00097ACD">
              <w:t>EM.shp</w:t>
            </w:r>
            <w:proofErr w:type="spellEnd"/>
          </w:p>
        </w:tc>
      </w:tr>
      <w:tr w:rsidR="00910CA2" w:rsidRPr="004D0808" w14:paraId="61A0B825" w14:textId="77777777" w:rsidTr="00FD79C4">
        <w:tc>
          <w:tcPr>
            <w:tcW w:w="5619" w:type="dxa"/>
            <w:vAlign w:val="center"/>
          </w:tcPr>
          <w:p w14:paraId="4849366D" w14:textId="77777777" w:rsidR="00910CA2" w:rsidRPr="004D0808" w:rsidRDefault="00B57330" w:rsidP="00B57330">
            <w:pPr>
              <w:rPr>
                <w:b/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7:</w:t>
            </w:r>
            <w:r w:rsidR="00910CA2"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Positions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objects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on </w:t>
            </w:r>
            <w:proofErr w:type="spellStart"/>
            <w:r w:rsidRPr="004D0808">
              <w:rPr>
                <w:b/>
                <w:sz w:val="24"/>
                <w:szCs w:val="24"/>
              </w:rPr>
              <w:t>highways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that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serve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as </w:t>
            </w:r>
            <w:proofErr w:type="spellStart"/>
            <w:r w:rsidRPr="004D0808">
              <w:rPr>
                <w:b/>
                <w:sz w:val="24"/>
                <w:szCs w:val="24"/>
              </w:rPr>
              <w:t>passages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for </w:t>
            </w:r>
            <w:proofErr w:type="spellStart"/>
            <w:r w:rsidRPr="004D0808">
              <w:rPr>
                <w:b/>
                <w:sz w:val="24"/>
                <w:szCs w:val="24"/>
              </w:rPr>
              <w:t>large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carnivores</w:t>
            </w:r>
            <w:proofErr w:type="spellEnd"/>
          </w:p>
        </w:tc>
        <w:tc>
          <w:tcPr>
            <w:tcW w:w="2961" w:type="dxa"/>
            <w:vAlign w:val="center"/>
          </w:tcPr>
          <w:p w14:paraId="3BB9CAAA" w14:textId="77777777" w:rsidR="00910CA2" w:rsidRPr="004D0808" w:rsidRDefault="00910CA2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Objekti_na_</w:t>
            </w:r>
            <w:proofErr w:type="spellStart"/>
            <w:r w:rsidRPr="004D0808">
              <w:rPr>
                <w:sz w:val="20"/>
                <w:szCs w:val="20"/>
              </w:rPr>
              <w:t>autocestama.shp</w:t>
            </w:r>
            <w:proofErr w:type="spellEnd"/>
          </w:p>
        </w:tc>
      </w:tr>
      <w:tr w:rsidR="00910CA2" w:rsidRPr="004D0808" w14:paraId="156DF68F" w14:textId="77777777" w:rsidTr="00FD79C4">
        <w:tc>
          <w:tcPr>
            <w:tcW w:w="5619" w:type="dxa"/>
            <w:vAlign w:val="center"/>
          </w:tcPr>
          <w:p w14:paraId="6DC53BDB" w14:textId="77777777" w:rsidR="00910CA2" w:rsidRPr="004D0808" w:rsidRDefault="004013A6" w:rsidP="00777152">
            <w:pPr>
              <w:rPr>
                <w:b/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="00910CA2" w:rsidRPr="004D0808">
              <w:rPr>
                <w:b/>
                <w:sz w:val="24"/>
                <w:szCs w:val="24"/>
              </w:rPr>
              <w:t xml:space="preserve"> 9</w:t>
            </w:r>
            <w:r w:rsidRPr="004D0808">
              <w:rPr>
                <w:b/>
                <w:sz w:val="24"/>
                <w:szCs w:val="24"/>
              </w:rPr>
              <w:t>:</w:t>
            </w:r>
            <w:r w:rsidR="00910CA2"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Map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wolf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range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Croatia</w:t>
            </w:r>
          </w:p>
        </w:tc>
        <w:tc>
          <w:tcPr>
            <w:tcW w:w="2961" w:type="dxa"/>
            <w:vAlign w:val="center"/>
          </w:tcPr>
          <w:p w14:paraId="42962749" w14:textId="77777777" w:rsidR="00910CA2" w:rsidRPr="004D0808" w:rsidRDefault="00910CA2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Vuk_</w:t>
            </w:r>
            <w:proofErr w:type="spellStart"/>
            <w:r w:rsidRPr="004D0808">
              <w:rPr>
                <w:sz w:val="20"/>
                <w:szCs w:val="20"/>
              </w:rPr>
              <w:t>rasprostranjenost.shp</w:t>
            </w:r>
            <w:proofErr w:type="spellEnd"/>
          </w:p>
        </w:tc>
      </w:tr>
      <w:tr w:rsidR="00910CA2" w:rsidRPr="004D0808" w14:paraId="689BE9A4" w14:textId="77777777" w:rsidTr="00FD79C4">
        <w:tc>
          <w:tcPr>
            <w:tcW w:w="5619" w:type="dxa"/>
            <w:vAlign w:val="center"/>
          </w:tcPr>
          <w:p w14:paraId="36989A07" w14:textId="77777777" w:rsidR="00910CA2" w:rsidRPr="004D0808" w:rsidRDefault="004013A6" w:rsidP="004013A6">
            <w:pPr>
              <w:rPr>
                <w:b/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="00910CA2" w:rsidRPr="004D0808">
              <w:rPr>
                <w:b/>
                <w:sz w:val="24"/>
                <w:szCs w:val="24"/>
              </w:rPr>
              <w:t xml:space="preserve"> 10</w:t>
            </w:r>
            <w:r w:rsidRPr="004D0808">
              <w:rPr>
                <w:b/>
                <w:sz w:val="24"/>
                <w:szCs w:val="24"/>
              </w:rPr>
              <w:t>:</w:t>
            </w:r>
            <w:r w:rsidR="00910CA2"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Map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lynx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range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Croatia</w:t>
            </w:r>
          </w:p>
        </w:tc>
        <w:tc>
          <w:tcPr>
            <w:tcW w:w="2961" w:type="dxa"/>
            <w:vAlign w:val="center"/>
          </w:tcPr>
          <w:p w14:paraId="1759BC5D" w14:textId="77777777" w:rsidR="00910CA2" w:rsidRPr="004D0808" w:rsidRDefault="00910CA2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Ris_</w:t>
            </w:r>
            <w:proofErr w:type="spellStart"/>
            <w:r w:rsidRPr="004D0808">
              <w:rPr>
                <w:sz w:val="20"/>
                <w:szCs w:val="20"/>
              </w:rPr>
              <w:t>rasprostranjenost.shp</w:t>
            </w:r>
            <w:proofErr w:type="spellEnd"/>
          </w:p>
        </w:tc>
      </w:tr>
      <w:tr w:rsidR="00910CA2" w:rsidRPr="004D0808" w14:paraId="1502C0B4" w14:textId="77777777" w:rsidTr="00FD79C4">
        <w:tc>
          <w:tcPr>
            <w:tcW w:w="5619" w:type="dxa"/>
            <w:vAlign w:val="center"/>
          </w:tcPr>
          <w:p w14:paraId="405F18B6" w14:textId="77777777" w:rsidR="00910CA2" w:rsidRPr="004D0808" w:rsidRDefault="004013A6" w:rsidP="004013A6">
            <w:pPr>
              <w:rPr>
                <w:b/>
                <w:sz w:val="24"/>
                <w:szCs w:val="24"/>
              </w:rPr>
            </w:pPr>
            <w:proofErr w:type="spellStart"/>
            <w:r w:rsidRPr="004D0808">
              <w:rPr>
                <w:b/>
                <w:sz w:val="24"/>
                <w:szCs w:val="24"/>
              </w:rPr>
              <w:t>Layer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r w:rsidR="00910CA2" w:rsidRPr="004D0808">
              <w:rPr>
                <w:b/>
                <w:sz w:val="24"/>
                <w:szCs w:val="24"/>
              </w:rPr>
              <w:t>11</w:t>
            </w:r>
            <w:r w:rsidRPr="004D0808">
              <w:rPr>
                <w:b/>
                <w:sz w:val="24"/>
                <w:szCs w:val="24"/>
              </w:rPr>
              <w:t>:</w:t>
            </w:r>
            <w:r w:rsidR="00910CA2"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Map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of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bear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range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808">
              <w:rPr>
                <w:b/>
                <w:sz w:val="24"/>
                <w:szCs w:val="24"/>
              </w:rPr>
              <w:t>in</w:t>
            </w:r>
            <w:proofErr w:type="spellEnd"/>
            <w:r w:rsidRPr="004D0808">
              <w:rPr>
                <w:b/>
                <w:sz w:val="24"/>
                <w:szCs w:val="24"/>
              </w:rPr>
              <w:t xml:space="preserve"> Croatia</w:t>
            </w:r>
          </w:p>
        </w:tc>
        <w:tc>
          <w:tcPr>
            <w:tcW w:w="2961" w:type="dxa"/>
            <w:vAlign w:val="center"/>
          </w:tcPr>
          <w:p w14:paraId="1B43D9AF" w14:textId="77777777" w:rsidR="00910CA2" w:rsidRPr="004D0808" w:rsidRDefault="00910CA2" w:rsidP="00777152">
            <w:pPr>
              <w:rPr>
                <w:sz w:val="20"/>
                <w:szCs w:val="20"/>
              </w:rPr>
            </w:pPr>
            <w:r w:rsidRPr="004D0808">
              <w:rPr>
                <w:sz w:val="20"/>
                <w:szCs w:val="20"/>
              </w:rPr>
              <w:t>Medvjed_</w:t>
            </w:r>
            <w:proofErr w:type="spellStart"/>
            <w:r w:rsidRPr="004D0808">
              <w:rPr>
                <w:sz w:val="20"/>
                <w:szCs w:val="20"/>
              </w:rPr>
              <w:t>rasprostranjenost.shp</w:t>
            </w:r>
            <w:proofErr w:type="spellEnd"/>
          </w:p>
        </w:tc>
      </w:tr>
    </w:tbl>
    <w:p w14:paraId="25A780B9" w14:textId="77777777" w:rsidR="00910CA2" w:rsidRPr="004D0808" w:rsidRDefault="00910CA2" w:rsidP="00910CA2"/>
    <w:sectPr w:rsidR="00910CA2" w:rsidRPr="004D0808" w:rsidSect="00804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37B5BC" w15:done="0"/>
  <w15:commentEx w15:paraId="6955D41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sip Kusak">
    <w15:presenceInfo w15:providerId="None" w15:userId="Josip Kus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06"/>
    <w:rsid w:val="00013516"/>
    <w:rsid w:val="00042DA3"/>
    <w:rsid w:val="000E43DF"/>
    <w:rsid w:val="000F5D7B"/>
    <w:rsid w:val="001664DA"/>
    <w:rsid w:val="003E6F06"/>
    <w:rsid w:val="004013A6"/>
    <w:rsid w:val="004D0808"/>
    <w:rsid w:val="00537655"/>
    <w:rsid w:val="005E4D4D"/>
    <w:rsid w:val="006443D0"/>
    <w:rsid w:val="006804D5"/>
    <w:rsid w:val="006F078F"/>
    <w:rsid w:val="007275AC"/>
    <w:rsid w:val="00777152"/>
    <w:rsid w:val="008049F4"/>
    <w:rsid w:val="00910CA2"/>
    <w:rsid w:val="00921753"/>
    <w:rsid w:val="00934F3A"/>
    <w:rsid w:val="00944939"/>
    <w:rsid w:val="009C45DA"/>
    <w:rsid w:val="00A537ED"/>
    <w:rsid w:val="00AA0E12"/>
    <w:rsid w:val="00B57330"/>
    <w:rsid w:val="00DE672E"/>
    <w:rsid w:val="00E83EDE"/>
    <w:rsid w:val="00F575AD"/>
    <w:rsid w:val="00FD79C4"/>
    <w:rsid w:val="00FE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1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4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6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4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4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4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4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E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4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6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4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4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4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4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E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56866-07CC-4886-A046-7ED053BB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B626122D</Template>
  <TotalTime>134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 Trenc</dc:creator>
  <cp:lastModifiedBy>Neven Trenc</cp:lastModifiedBy>
  <cp:revision>8</cp:revision>
  <dcterms:created xsi:type="dcterms:W3CDTF">2016-12-30T08:15:00Z</dcterms:created>
  <dcterms:modified xsi:type="dcterms:W3CDTF">2017-01-11T13:30:00Z</dcterms:modified>
</cp:coreProperties>
</file>